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7938"/>
      </w:tblGrid>
      <w:tr w:rsidR="00AC4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1"/>
        </w:trPr>
        <w:tc>
          <w:tcPr>
            <w:tcW w:w="2268" w:type="dxa"/>
          </w:tcPr>
          <w:p w:rsidR="00AC4F4C" w:rsidRPr="00F26455" w:rsidRDefault="00AC4F4C">
            <w:pPr>
              <w:pStyle w:val="a6"/>
              <w:rPr>
                <w:rFonts w:hint="eastAsia"/>
                <w:color w:val="FF99CC"/>
              </w:rPr>
            </w:pPr>
          </w:p>
        </w:tc>
        <w:tc>
          <w:tcPr>
            <w:tcW w:w="7938" w:type="dxa"/>
          </w:tcPr>
          <w:p w:rsidR="00AC4F4C" w:rsidRDefault="00AC4F4C">
            <w:pPr>
              <w:pStyle w:val="a7"/>
              <w:rPr>
                <w:rFonts w:hint="eastAsia"/>
              </w:rPr>
            </w:pPr>
          </w:p>
        </w:tc>
      </w:tr>
      <w:tr w:rsidR="00AC4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6" w:type="dxa"/>
            <w:gridSpan w:val="2"/>
          </w:tcPr>
          <w:p w:rsidR="00AC4F4C" w:rsidRDefault="0077795A">
            <w:pPr>
              <w:pStyle w:val="a8"/>
              <w:rPr>
                <w:rFonts w:hint="eastAsia"/>
              </w:rPr>
            </w:pPr>
            <w:r w:rsidRPr="0077795A">
              <w:rPr>
                <w:rFonts w:hint="eastAsia"/>
              </w:rPr>
              <w:t>第</w:t>
            </w:r>
            <w:r w:rsidR="003E1B7C">
              <w:rPr>
                <w:rFonts w:hint="eastAsia"/>
              </w:rPr>
              <w:t>12</w:t>
            </w:r>
            <w:r w:rsidRPr="0077795A">
              <w:rPr>
                <w:rFonts w:hint="eastAsia"/>
              </w:rPr>
              <w:t>回「運動と振動の制御」</w:t>
            </w:r>
            <w:r w:rsidR="00404228">
              <w:rPr>
                <w:rFonts w:hint="eastAsia"/>
              </w:rPr>
              <w:t>講演論文</w:t>
            </w:r>
            <w:r w:rsidR="00A45826">
              <w:rPr>
                <w:rFonts w:hint="eastAsia"/>
              </w:rPr>
              <w:t>テンプレート</w:t>
            </w:r>
          </w:p>
          <w:p w:rsidR="00AC4F4C" w:rsidRPr="003E1B7C" w:rsidRDefault="00AC4F4C">
            <w:pPr>
              <w:rPr>
                <w:rFonts w:hint="eastAsia"/>
              </w:rPr>
            </w:pPr>
          </w:p>
          <w:p w:rsidR="00AC4F4C" w:rsidRDefault="00A45826">
            <w:pPr>
              <w:pStyle w:val="a9"/>
              <w:rPr>
                <w:rFonts w:hint="eastAsia"/>
              </w:rPr>
            </w:pPr>
            <w:r>
              <w:rPr>
                <w:rFonts w:hint="eastAsia"/>
              </w:rPr>
              <w:t>Template</w:t>
            </w:r>
            <w:r w:rsidR="00EE185A">
              <w:rPr>
                <w:rFonts w:hint="eastAsia"/>
              </w:rPr>
              <w:t xml:space="preserve"> for MOVIC</w:t>
            </w:r>
            <w:r w:rsidR="005A0668">
              <w:rPr>
                <w:rFonts w:hint="eastAsia"/>
              </w:rPr>
              <w:t xml:space="preserve"> </w:t>
            </w:r>
            <w:r w:rsidR="003E1B7C">
              <w:rPr>
                <w:rFonts w:hint="eastAsia"/>
              </w:rPr>
              <w:t>2011</w:t>
            </w:r>
          </w:p>
          <w:p w:rsidR="00AC4F4C" w:rsidRDefault="00AC4F4C">
            <w:pPr>
              <w:rPr>
                <w:rFonts w:hint="eastAsia"/>
              </w:rPr>
            </w:pPr>
          </w:p>
        </w:tc>
      </w:tr>
      <w:tr w:rsidR="00AC4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6" w:type="dxa"/>
            <w:gridSpan w:val="2"/>
          </w:tcPr>
          <w:p w:rsidR="00AC4F4C" w:rsidRDefault="00A45826" w:rsidP="00A45826">
            <w:pPr>
              <w:pStyle w:val="aa"/>
              <w:rPr>
                <w:rFonts w:hint="eastAsia"/>
              </w:rPr>
            </w:pPr>
            <w:r>
              <w:rPr>
                <w:rFonts w:hint="eastAsia"/>
              </w:rPr>
              <w:t>○正　機械　太郎（機械大），学　振動　次郎（振動大），制御　三郎（制御大）</w:t>
            </w:r>
          </w:p>
          <w:p w:rsidR="00AC4F4C" w:rsidRPr="00A45826" w:rsidRDefault="00AC4F4C">
            <w:pPr>
              <w:rPr>
                <w:rFonts w:hint="eastAsia"/>
              </w:rPr>
            </w:pPr>
          </w:p>
          <w:p w:rsidR="00A45826" w:rsidRDefault="00A45826" w:rsidP="00A45826">
            <w:pPr>
              <w:pStyle w:val="ab"/>
              <w:ind w:leftChars="405" w:left="729"/>
              <w:rPr>
                <w:rFonts w:hint="eastAsia"/>
              </w:rPr>
            </w:pPr>
            <w:r>
              <w:rPr>
                <w:rFonts w:hint="eastAsia"/>
              </w:rPr>
              <w:t xml:space="preserve">Taro KIKAI, Kikai University, </w:t>
            </w:r>
            <w:r>
              <w:rPr>
                <w:rFonts w:hint="eastAsia"/>
              </w:rPr>
              <w:t>○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○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○</w:t>
            </w:r>
            <w:r w:rsidR="00A719F8">
              <w:rPr>
                <w:rFonts w:hint="eastAsia"/>
              </w:rPr>
              <w:t>, Shinj</w:t>
            </w:r>
            <w:r>
              <w:rPr>
                <w:rFonts w:hint="eastAsia"/>
              </w:rPr>
              <w:t>uku, Tokyo 160-0016</w:t>
            </w:r>
          </w:p>
          <w:p w:rsidR="00A45826" w:rsidRDefault="00A45826" w:rsidP="00A45826">
            <w:pPr>
              <w:pStyle w:val="ab"/>
              <w:ind w:leftChars="405" w:left="729"/>
              <w:rPr>
                <w:rFonts w:hint="eastAsia"/>
              </w:rPr>
            </w:pPr>
            <w:r>
              <w:rPr>
                <w:rFonts w:hint="eastAsia"/>
              </w:rPr>
              <w:t xml:space="preserve">Jiro SHINDOU, Shindou University, </w:t>
            </w:r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△</w:t>
            </w:r>
            <w:r w:rsidR="00A719F8">
              <w:rPr>
                <w:rFonts w:hint="eastAsia"/>
              </w:rPr>
              <w:t>, Shinj</w:t>
            </w:r>
            <w:r>
              <w:rPr>
                <w:rFonts w:hint="eastAsia"/>
              </w:rPr>
              <w:t>uku, Tokyo 160-0016</w:t>
            </w:r>
          </w:p>
          <w:p w:rsidR="00A45826" w:rsidRDefault="00A45826" w:rsidP="00A45826">
            <w:pPr>
              <w:pStyle w:val="ab"/>
              <w:ind w:leftChars="405" w:left="729"/>
              <w:rPr>
                <w:rFonts w:hint="eastAsia"/>
              </w:rPr>
            </w:pPr>
            <w:r>
              <w:t xml:space="preserve">Saburo </w:t>
            </w:r>
            <w:r>
              <w:rPr>
                <w:rFonts w:hint="eastAsia"/>
              </w:rPr>
              <w:t>SEIGYO</w:t>
            </w:r>
            <w: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t>Seigyo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University</w:t>
                </w:r>
              </w:smartTag>
            </w:smartTag>
            <w:r w:rsidR="00A719F8">
              <w:t>, ×-×-×, Shinj</w:t>
            </w:r>
            <w:r>
              <w:t xml:space="preserve">uku, </w:t>
            </w:r>
            <w:smartTag w:uri="urn:schemas-microsoft-com:office:smarttags" w:element="City">
              <w:smartTag w:uri="urn:schemas-microsoft-com:office:smarttags" w:element="place">
                <w:r>
                  <w:t>Tokyo</w:t>
                </w:r>
              </w:smartTag>
            </w:smartTag>
            <w:r>
              <w:t xml:space="preserve"> 160-0016</w:t>
            </w:r>
          </w:p>
          <w:p w:rsidR="00AC4F4C" w:rsidRDefault="00AC4F4C">
            <w:pPr>
              <w:rPr>
                <w:rFonts w:hint="eastAsia"/>
              </w:rPr>
            </w:pPr>
          </w:p>
        </w:tc>
      </w:tr>
    </w:tbl>
    <w:p w:rsidR="00AC4F4C" w:rsidRDefault="00DC1EB3" w:rsidP="00B64ECC">
      <w:pPr>
        <w:ind w:leftChars="180" w:left="324" w:rightChars="197" w:right="355"/>
        <w:rPr>
          <w:rFonts w:hint="eastAsia"/>
        </w:rPr>
      </w:pPr>
      <w:r w:rsidRPr="00D15E61">
        <w:rPr>
          <w:rStyle w:val="Char2"/>
          <w:rFonts w:hint="eastAsia"/>
        </w:rPr>
        <w:t>Abstract:</w:t>
      </w:r>
      <w:r w:rsidRPr="009C1638">
        <w:rPr>
          <w:rStyle w:val="TimesNewRomanChar"/>
          <w:rFonts w:hint="eastAsia"/>
        </w:rPr>
        <w:t xml:space="preserve"> </w:t>
      </w:r>
      <w:r w:rsidR="00A45826">
        <w:rPr>
          <w:rStyle w:val="Char1"/>
          <w:rFonts w:hint="eastAsia"/>
        </w:rPr>
        <w:t>Abstract. Abstract.</w:t>
      </w:r>
      <w:r w:rsidR="00A45826" w:rsidRPr="00A45826">
        <w:rPr>
          <w:rStyle w:val="Char1"/>
          <w:rFonts w:hint="eastAsia"/>
        </w:rPr>
        <w:t xml:space="preserve"> </w:t>
      </w:r>
      <w:r w:rsidR="00A45826">
        <w:rPr>
          <w:rStyle w:val="Char1"/>
          <w:rFonts w:hint="eastAsia"/>
        </w:rPr>
        <w:t>Abstract. Abstract. Abstract. Abstract. Abstract. Abstract.</w:t>
      </w:r>
      <w:r w:rsidR="00A45826" w:rsidRPr="00A45826">
        <w:rPr>
          <w:rStyle w:val="Char1"/>
          <w:rFonts w:hint="eastAsia"/>
        </w:rPr>
        <w:t xml:space="preserve"> </w:t>
      </w:r>
      <w:r w:rsidR="00A45826">
        <w:rPr>
          <w:rStyle w:val="Char1"/>
          <w:rFonts w:hint="eastAsia"/>
        </w:rPr>
        <w:t>Abstract. Abstract.</w:t>
      </w:r>
      <w:r w:rsidR="00A45826" w:rsidRPr="00A45826">
        <w:rPr>
          <w:rStyle w:val="Char1"/>
          <w:rFonts w:hint="eastAsia"/>
        </w:rPr>
        <w:t xml:space="preserve"> </w:t>
      </w:r>
      <w:r w:rsidR="00A45826">
        <w:rPr>
          <w:rStyle w:val="Char1"/>
          <w:rFonts w:hint="eastAsia"/>
        </w:rPr>
        <w:t>Abstract. Abstract. Abstract. Abstract. Abstract. Abstract. Abstract. Abstract.</w:t>
      </w:r>
      <w:r w:rsidR="00A45826" w:rsidRPr="00A45826">
        <w:rPr>
          <w:rStyle w:val="Char1"/>
          <w:rFonts w:hint="eastAsia"/>
        </w:rPr>
        <w:t xml:space="preserve"> </w:t>
      </w:r>
      <w:r w:rsidR="00A45826">
        <w:rPr>
          <w:rStyle w:val="Char1"/>
          <w:rFonts w:hint="eastAsia"/>
        </w:rPr>
        <w:t xml:space="preserve">Abstract. Abstract. Abstract. Abstract. Abstract. Abstract. Abstract. Abstract. Abstract. </w:t>
      </w:r>
    </w:p>
    <w:p w:rsidR="00AC4F4C" w:rsidRPr="003D3942" w:rsidRDefault="00AC4F4C" w:rsidP="00B64ECC">
      <w:pPr>
        <w:ind w:rightChars="318" w:right="572"/>
        <w:rPr>
          <w:rFonts w:hint="eastAsia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206"/>
      </w:tblGrid>
      <w:tr w:rsidR="00FC0F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6" w:type="dxa"/>
          </w:tcPr>
          <w:p w:rsidR="00FC0F98" w:rsidRDefault="00FC0F98" w:rsidP="00B64ECC">
            <w:pPr>
              <w:pStyle w:val="ac"/>
              <w:ind w:leftChars="180" w:left="324" w:rightChars="318" w:right="572"/>
              <w:jc w:val="both"/>
              <w:rPr>
                <w:rFonts w:hint="eastAsia"/>
              </w:rPr>
            </w:pPr>
            <w:r w:rsidRPr="00BC6D73">
              <w:rPr>
                <w:rStyle w:val="Char0"/>
                <w:rFonts w:hint="eastAsia"/>
              </w:rPr>
              <w:t>Key Words:</w:t>
            </w:r>
            <w:r>
              <w:rPr>
                <w:rFonts w:hint="eastAsia"/>
              </w:rPr>
              <w:t xml:space="preserve"> </w:t>
            </w:r>
            <w:r w:rsidR="00C84EBC">
              <w:rPr>
                <w:rFonts w:hint="eastAsia"/>
              </w:rPr>
              <w:t xml:space="preserve">Motion, Vibration, Control, Symposium, </w:t>
            </w:r>
            <w:r w:rsidR="002F6CDD">
              <w:rPr>
                <w:rFonts w:hint="eastAsia"/>
              </w:rPr>
              <w:t>Proceedings</w:t>
            </w:r>
            <w:r w:rsidR="002111DD">
              <w:rPr>
                <w:rFonts w:hint="eastAsia"/>
              </w:rPr>
              <w:t>.</w:t>
            </w:r>
          </w:p>
        </w:tc>
      </w:tr>
    </w:tbl>
    <w:p w:rsidR="00FC0F98" w:rsidRDefault="00FC0F98" w:rsidP="00FC0F98">
      <w:pPr>
        <w:rPr>
          <w:rFonts w:hint="eastAsia"/>
        </w:rPr>
      </w:pPr>
    </w:p>
    <w:p w:rsidR="00AC4F4C" w:rsidRPr="003D3942" w:rsidRDefault="00AC4F4C">
      <w:pPr>
        <w:sectPr w:rsidR="00AC4F4C" w:rsidRPr="003D3942">
          <w:pgSz w:w="11906" w:h="16838" w:code="9"/>
          <w:pgMar w:top="851" w:right="851" w:bottom="1418" w:left="851" w:header="284" w:footer="851" w:gutter="0"/>
          <w:cols w:space="425"/>
          <w:docGrid w:linePitch="365"/>
        </w:sectPr>
      </w:pPr>
    </w:p>
    <w:p w:rsidR="00A57358" w:rsidRPr="00A57358" w:rsidRDefault="003F4805" w:rsidP="009C1638">
      <w:pPr>
        <w:pStyle w:val="af0"/>
        <w:rPr>
          <w:rFonts w:hint="eastAsia"/>
        </w:rPr>
      </w:pPr>
      <w:r w:rsidRPr="00A57358">
        <w:rPr>
          <w:rFonts w:hint="eastAsia"/>
        </w:rPr>
        <w:lastRenderedPageBreak/>
        <w:t xml:space="preserve">1. </w:t>
      </w:r>
      <w:r w:rsidRPr="00A57358">
        <w:rPr>
          <w:rFonts w:hint="eastAsia"/>
        </w:rPr>
        <w:t>このファイルの説明</w:t>
      </w:r>
    </w:p>
    <w:p w:rsidR="00E53233" w:rsidRDefault="00E53233" w:rsidP="00E53233">
      <w:pPr>
        <w:ind w:firstLineChars="100" w:firstLine="180"/>
        <w:rPr>
          <w:rFonts w:hint="eastAsia"/>
        </w:rPr>
      </w:pPr>
      <w:r>
        <w:rPr>
          <w:rFonts w:hint="eastAsia"/>
        </w:rPr>
        <w:t>このファイルは講演原稿を執筆するためのテンプレートです．可能な限りこのテンプレートに上書きして執筆するようにして下さい．</w:t>
      </w:r>
    </w:p>
    <w:p w:rsidR="00E53233" w:rsidRDefault="00E53233" w:rsidP="00E53233">
      <w:pPr>
        <w:ind w:firstLineChars="100" w:firstLine="180"/>
        <w:rPr>
          <w:rFonts w:hint="eastAsia"/>
        </w:rPr>
      </w:pPr>
      <w:r>
        <w:rPr>
          <w:rFonts w:hint="eastAsia"/>
        </w:rPr>
        <w:t>原稿の書き方は，機械学会ウェブページの「講演原稿の書き方」</w:t>
      </w:r>
      <w:r w:rsidRPr="008E3D4C">
        <w:rPr>
          <w:rFonts w:hint="eastAsia"/>
          <w:szCs w:val="18"/>
          <w:vertAlign w:val="superscript"/>
        </w:rPr>
        <w:t>(1)</w:t>
      </w:r>
      <w:r>
        <w:rPr>
          <w:rFonts w:hint="eastAsia"/>
        </w:rPr>
        <w:t>の部分をご覧ください．このテンプレートを使用すれば，文字の大きさ空白の長さ等の条件は満たされます．</w:t>
      </w:r>
    </w:p>
    <w:p w:rsidR="00E53233" w:rsidRDefault="00E53233" w:rsidP="00E53233">
      <w:pPr>
        <w:pStyle w:val="af0"/>
        <w:rPr>
          <w:rFonts w:hint="eastAsia"/>
        </w:rPr>
      </w:pPr>
    </w:p>
    <w:p w:rsidR="00E53233" w:rsidRPr="00A57358" w:rsidRDefault="00E53233" w:rsidP="00E53233">
      <w:pPr>
        <w:pStyle w:val="af0"/>
        <w:rPr>
          <w:rFonts w:hint="eastAsia"/>
        </w:rPr>
      </w:pPr>
      <w:r w:rsidRPr="00A57358">
        <w:rPr>
          <w:rFonts w:hint="eastAsia"/>
        </w:rPr>
        <w:t>参考文献</w:t>
      </w:r>
    </w:p>
    <w:p w:rsidR="00E53233" w:rsidRPr="007100A8" w:rsidRDefault="00E53233" w:rsidP="00E53233">
      <w:pPr>
        <w:rPr>
          <w:rFonts w:hint="eastAsia"/>
        </w:rPr>
      </w:pPr>
      <w:r>
        <w:rPr>
          <w:rFonts w:hint="eastAsia"/>
        </w:rPr>
        <w:t xml:space="preserve">(1) </w:t>
      </w:r>
      <w:r w:rsidRPr="00066D92">
        <w:rPr>
          <w:rFonts w:hint="eastAsia"/>
        </w:rPr>
        <w:t>日本</w:t>
      </w:r>
      <w:r>
        <w:rPr>
          <w:rFonts w:hint="eastAsia"/>
        </w:rPr>
        <w:t>機械学会，講演原稿の書き方</w:t>
      </w:r>
    </w:p>
    <w:p w:rsidR="00E53233" w:rsidRPr="00E53233" w:rsidRDefault="003E1B7C" w:rsidP="00E53233">
      <w:pPr>
        <w:ind w:firstLine="360"/>
        <w:rPr>
          <w:rFonts w:hint="eastAsia"/>
        </w:rPr>
      </w:pPr>
      <w:hyperlink r:id="rId7" w:anchor="kakikata" w:history="1">
        <w:r w:rsidRPr="003E1B7C">
          <w:rPr>
            <w:rFonts w:hint="eastAsia"/>
          </w:rPr>
          <w:t>http://www.jsme.or.jp/conrule.htm#kakikata</w:t>
        </w:r>
      </w:hyperlink>
    </w:p>
    <w:sectPr w:rsidR="00E53233" w:rsidRPr="00E53233">
      <w:headerReference w:type="even" r:id="rId8"/>
      <w:type w:val="continuous"/>
      <w:pgSz w:w="11906" w:h="16838" w:code="9"/>
      <w:pgMar w:top="1418" w:right="851" w:bottom="1418" w:left="851" w:header="284" w:footer="851" w:gutter="0"/>
      <w:cols w:num="2" w:space="567"/>
      <w:docGrid w:linePitch="3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D45" w:rsidRDefault="00110D45">
      <w:r>
        <w:separator/>
      </w:r>
    </w:p>
  </w:endnote>
  <w:endnote w:type="continuationSeparator" w:id="0">
    <w:p w:rsidR="00110D45" w:rsidRDefault="00110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D45" w:rsidRDefault="00110D45">
      <w:r>
        <w:separator/>
      </w:r>
    </w:p>
  </w:footnote>
  <w:footnote w:type="continuationSeparator" w:id="0">
    <w:p w:rsidR="00110D45" w:rsidRDefault="00110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5B" w:rsidRDefault="002A385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514A"/>
    <w:multiLevelType w:val="singleLevel"/>
    <w:tmpl w:val="6FB29B8C"/>
    <w:lvl w:ilvl="0">
      <w:start w:val="1"/>
      <w:numFmt w:val="decimal"/>
      <w:lvlText w:val="%1."/>
      <w:lvlJc w:val="left"/>
      <w:pPr>
        <w:tabs>
          <w:tab w:val="num" w:pos="228"/>
        </w:tabs>
        <w:ind w:left="228" w:hanging="228"/>
      </w:pPr>
      <w:rPr>
        <w:rFonts w:hint="eastAsia"/>
      </w:rPr>
    </w:lvl>
  </w:abstractNum>
  <w:abstractNum w:abstractNumId="1">
    <w:nsid w:val="0B5D1D8F"/>
    <w:multiLevelType w:val="multilevel"/>
    <w:tmpl w:val="636CA9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eastAsia="ＭＳ ゴシック" w:hAnsi="Arial" w:hint="default"/>
        <w:b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ascii="Arial" w:eastAsia="ＭＳ ゴシック" w:hAnsi="Arial"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ascii="Arial" w:eastAsia="ＭＳ ゴシック" w:hAnsi="Arial"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ascii="Arial" w:eastAsia="ＭＳ ゴシック" w:hAnsi="Arial"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ascii="Arial" w:eastAsia="ＭＳ ゴシック" w:hAnsi="Arial"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ascii="Arial" w:eastAsia="ＭＳ ゴシック" w:hAnsi="Arial"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ascii="Arial" w:eastAsia="ＭＳ ゴシック" w:hAnsi="Arial"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ascii="Arial" w:eastAsia="ＭＳ ゴシック" w:hAnsi="Arial"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ascii="Arial" w:eastAsia="ＭＳ ゴシック" w:hAnsi="Arial" w:hint="default"/>
        <w:b/>
      </w:rPr>
    </w:lvl>
  </w:abstractNum>
  <w:abstractNum w:abstractNumId="2">
    <w:nsid w:val="11EF2B22"/>
    <w:multiLevelType w:val="hybridMultilevel"/>
    <w:tmpl w:val="55A64C6E"/>
    <w:lvl w:ilvl="0" w:tplc="23FAA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FC0134E"/>
    <w:multiLevelType w:val="multilevel"/>
    <w:tmpl w:val="87EE3BB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Arial" w:eastAsia="ＭＳ ゴシック" w:hAnsi="Arial" w:hint="default"/>
      </w:rPr>
    </w:lvl>
    <w:lvl w:ilvl="1">
      <w:start w:val="1"/>
      <w:numFmt w:val="decimal"/>
      <w:lvlText w:val="%1-%2."/>
      <w:lvlJc w:val="left"/>
      <w:pPr>
        <w:tabs>
          <w:tab w:val="num" w:pos="360"/>
        </w:tabs>
        <w:ind w:left="360" w:hanging="360"/>
      </w:pPr>
      <w:rPr>
        <w:rFonts w:ascii="Arial" w:eastAsia="ＭＳ ゴシック" w:hAnsi="Arial" w:hint="default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ascii="Arial" w:eastAsia="ＭＳ ゴシック" w:hAnsi="Arial" w:hint="default"/>
      </w:rPr>
    </w:lvl>
    <w:lvl w:ilvl="3">
      <w:start w:val="1"/>
      <w:numFmt w:val="decimal"/>
      <w:lvlText w:val="%1-%2.%3.%4."/>
      <w:lvlJc w:val="left"/>
      <w:pPr>
        <w:tabs>
          <w:tab w:val="num" w:pos="720"/>
        </w:tabs>
        <w:ind w:left="720" w:hanging="720"/>
      </w:pPr>
      <w:rPr>
        <w:rFonts w:ascii="Arial" w:eastAsia="ＭＳ ゴシック" w:hAnsi="Arial" w:hint="default"/>
      </w:rPr>
    </w:lvl>
    <w:lvl w:ilvl="4">
      <w:start w:val="1"/>
      <w:numFmt w:val="decimal"/>
      <w:lvlText w:val="%1-%2.%3.%4.%5."/>
      <w:lvlJc w:val="left"/>
      <w:pPr>
        <w:tabs>
          <w:tab w:val="num" w:pos="720"/>
        </w:tabs>
        <w:ind w:left="720" w:hanging="720"/>
      </w:pPr>
      <w:rPr>
        <w:rFonts w:ascii="Arial" w:eastAsia="ＭＳ ゴシック" w:hAnsi="Arial" w:hint="default"/>
      </w:rPr>
    </w:lvl>
    <w:lvl w:ilvl="5">
      <w:start w:val="1"/>
      <w:numFmt w:val="decimal"/>
      <w:lvlText w:val="%1-%2.%3.%4.%5.%6."/>
      <w:lvlJc w:val="left"/>
      <w:pPr>
        <w:tabs>
          <w:tab w:val="num" w:pos="1080"/>
        </w:tabs>
        <w:ind w:left="1080" w:hanging="1080"/>
      </w:pPr>
      <w:rPr>
        <w:rFonts w:ascii="Arial" w:eastAsia="ＭＳ ゴシック" w:hAnsi="Arial"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80"/>
        </w:tabs>
        <w:ind w:left="1080" w:hanging="1080"/>
      </w:pPr>
      <w:rPr>
        <w:rFonts w:ascii="Arial" w:eastAsia="ＭＳ ゴシック" w:hAnsi="Arial"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440"/>
        </w:tabs>
        <w:ind w:left="1440" w:hanging="1440"/>
      </w:pPr>
      <w:rPr>
        <w:rFonts w:ascii="Arial" w:eastAsia="ＭＳ ゴシック" w:hAnsi="Arial"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440"/>
        </w:tabs>
        <w:ind w:left="1440" w:hanging="1440"/>
      </w:pPr>
      <w:rPr>
        <w:rFonts w:ascii="Arial" w:eastAsia="ＭＳ ゴシック" w:hAnsi="Arial" w:hint="default"/>
      </w:rPr>
    </w:lvl>
  </w:abstractNum>
  <w:abstractNum w:abstractNumId="4">
    <w:nsid w:val="3291248B"/>
    <w:multiLevelType w:val="multilevel"/>
    <w:tmpl w:val="1D38489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Arial" w:eastAsia="ＭＳ ゴシック" w:hAnsi="Arial" w:hint="default"/>
      </w:rPr>
    </w:lvl>
    <w:lvl w:ilvl="1">
      <w:start w:val="1"/>
      <w:numFmt w:val="decimal"/>
      <w:lvlText w:val="%1-%2."/>
      <w:lvlJc w:val="left"/>
      <w:pPr>
        <w:tabs>
          <w:tab w:val="num" w:pos="360"/>
        </w:tabs>
        <w:ind w:left="360" w:hanging="360"/>
      </w:pPr>
      <w:rPr>
        <w:rFonts w:ascii="Arial" w:eastAsia="ＭＳ ゴシック" w:hAnsi="Arial" w:hint="default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ascii="Arial" w:eastAsia="ＭＳ ゴシック" w:hAnsi="Arial" w:hint="default"/>
      </w:rPr>
    </w:lvl>
    <w:lvl w:ilvl="3">
      <w:start w:val="1"/>
      <w:numFmt w:val="decimal"/>
      <w:lvlText w:val="%1-%2.%3.%4."/>
      <w:lvlJc w:val="left"/>
      <w:pPr>
        <w:tabs>
          <w:tab w:val="num" w:pos="720"/>
        </w:tabs>
        <w:ind w:left="720" w:hanging="720"/>
      </w:pPr>
      <w:rPr>
        <w:rFonts w:ascii="Arial" w:eastAsia="ＭＳ ゴシック" w:hAnsi="Arial" w:hint="default"/>
      </w:rPr>
    </w:lvl>
    <w:lvl w:ilvl="4">
      <w:start w:val="1"/>
      <w:numFmt w:val="decimal"/>
      <w:lvlText w:val="%1-%2.%3.%4.%5."/>
      <w:lvlJc w:val="left"/>
      <w:pPr>
        <w:tabs>
          <w:tab w:val="num" w:pos="720"/>
        </w:tabs>
        <w:ind w:left="720" w:hanging="720"/>
      </w:pPr>
      <w:rPr>
        <w:rFonts w:ascii="Arial" w:eastAsia="ＭＳ ゴシック" w:hAnsi="Arial" w:hint="default"/>
      </w:rPr>
    </w:lvl>
    <w:lvl w:ilvl="5">
      <w:start w:val="1"/>
      <w:numFmt w:val="decimal"/>
      <w:lvlText w:val="%1-%2.%3.%4.%5.%6."/>
      <w:lvlJc w:val="left"/>
      <w:pPr>
        <w:tabs>
          <w:tab w:val="num" w:pos="1080"/>
        </w:tabs>
        <w:ind w:left="1080" w:hanging="1080"/>
      </w:pPr>
      <w:rPr>
        <w:rFonts w:ascii="Arial" w:eastAsia="ＭＳ ゴシック" w:hAnsi="Arial" w:hint="default"/>
      </w:rPr>
    </w:lvl>
    <w:lvl w:ilvl="6">
      <w:start w:val="1"/>
      <w:numFmt w:val="decimal"/>
      <w:lvlText w:val="%1-%2.%3.%4.%5.%6.%7."/>
      <w:lvlJc w:val="left"/>
      <w:pPr>
        <w:tabs>
          <w:tab w:val="num" w:pos="1080"/>
        </w:tabs>
        <w:ind w:left="1080" w:hanging="1080"/>
      </w:pPr>
      <w:rPr>
        <w:rFonts w:ascii="Arial" w:eastAsia="ＭＳ ゴシック" w:hAnsi="Arial"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440"/>
        </w:tabs>
        <w:ind w:left="1440" w:hanging="1440"/>
      </w:pPr>
      <w:rPr>
        <w:rFonts w:ascii="Arial" w:eastAsia="ＭＳ ゴシック" w:hAnsi="Arial"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440"/>
        </w:tabs>
        <w:ind w:left="1440" w:hanging="1440"/>
      </w:pPr>
      <w:rPr>
        <w:rFonts w:ascii="Arial" w:eastAsia="ＭＳ ゴシック" w:hAnsi="Arial" w:hint="default"/>
      </w:rPr>
    </w:lvl>
  </w:abstractNum>
  <w:abstractNum w:abstractNumId="5">
    <w:nsid w:val="5E1877F7"/>
    <w:multiLevelType w:val="hybridMultilevel"/>
    <w:tmpl w:val="787CC250"/>
    <w:lvl w:ilvl="0" w:tplc="E8D25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8416516"/>
    <w:multiLevelType w:val="multilevel"/>
    <w:tmpl w:val="9B50B550"/>
    <w:lvl w:ilvl="0">
      <w:start w:val="1"/>
      <w:numFmt w:val="decimal"/>
      <w:lvlText w:val="%1"/>
      <w:lvlJc w:val="left"/>
      <w:pPr>
        <w:tabs>
          <w:tab w:val="num" w:pos="336"/>
        </w:tabs>
        <w:ind w:left="336" w:hanging="336"/>
      </w:pPr>
      <w:rPr>
        <w:rFonts w:ascii="Arial" w:eastAsia="ＭＳ ゴシック" w:hAnsi="Arial" w:hint="eastAsia"/>
      </w:rPr>
    </w:lvl>
    <w:lvl w:ilvl="1">
      <w:start w:val="1"/>
      <w:numFmt w:val="decimal"/>
      <w:lvlText w:val="%1-%2"/>
      <w:lvlJc w:val="left"/>
      <w:pPr>
        <w:tabs>
          <w:tab w:val="num" w:pos="336"/>
        </w:tabs>
        <w:ind w:left="336" w:hanging="336"/>
      </w:pPr>
      <w:rPr>
        <w:rFonts w:ascii="Arial" w:eastAsia="ＭＳ ゴシック" w:hAnsi="Arial" w:hint="eastAsia"/>
      </w:rPr>
    </w:lvl>
    <w:lvl w:ilvl="2">
      <w:start w:val="1"/>
      <w:numFmt w:val="decimal"/>
      <w:lvlText w:val="%1-%2.%3"/>
      <w:lvlJc w:val="left"/>
      <w:pPr>
        <w:tabs>
          <w:tab w:val="num" w:pos="336"/>
        </w:tabs>
        <w:ind w:left="336" w:hanging="336"/>
      </w:pPr>
      <w:rPr>
        <w:rFonts w:ascii="Arial" w:eastAsia="ＭＳ ゴシック" w:hAnsi="Arial" w:hint="eastAsia"/>
      </w:rPr>
    </w:lvl>
    <w:lvl w:ilvl="3">
      <w:start w:val="1"/>
      <w:numFmt w:val="decimal"/>
      <w:lvlText w:val="%1-%2.%3.%4"/>
      <w:lvlJc w:val="left"/>
      <w:pPr>
        <w:tabs>
          <w:tab w:val="num" w:pos="336"/>
        </w:tabs>
        <w:ind w:left="336" w:hanging="336"/>
      </w:pPr>
      <w:rPr>
        <w:rFonts w:ascii="Arial" w:eastAsia="ＭＳ ゴシック" w:hAnsi="Arial" w:hint="eastAsia"/>
      </w:rPr>
    </w:lvl>
    <w:lvl w:ilvl="4">
      <w:start w:val="1"/>
      <w:numFmt w:val="decimal"/>
      <w:lvlText w:val="%1-%2.%3.%4.%5"/>
      <w:lvlJc w:val="left"/>
      <w:pPr>
        <w:tabs>
          <w:tab w:val="num" w:pos="336"/>
        </w:tabs>
        <w:ind w:left="336" w:hanging="336"/>
      </w:pPr>
      <w:rPr>
        <w:rFonts w:ascii="Arial" w:eastAsia="ＭＳ ゴシック" w:hAnsi="Arial" w:hint="eastAsia"/>
      </w:rPr>
    </w:lvl>
    <w:lvl w:ilvl="5">
      <w:start w:val="1"/>
      <w:numFmt w:val="decimal"/>
      <w:lvlText w:val="%1-%2.%3.%4.%5.%6"/>
      <w:lvlJc w:val="left"/>
      <w:pPr>
        <w:tabs>
          <w:tab w:val="num" w:pos="336"/>
        </w:tabs>
        <w:ind w:left="336" w:hanging="336"/>
      </w:pPr>
      <w:rPr>
        <w:rFonts w:ascii="Arial" w:eastAsia="ＭＳ ゴシック" w:hAnsi="Arial" w:hint="eastAsia"/>
      </w:rPr>
    </w:lvl>
    <w:lvl w:ilvl="6">
      <w:start w:val="1"/>
      <w:numFmt w:val="decimal"/>
      <w:lvlText w:val="%1-%2.%3.%4.%5.%6.%7"/>
      <w:lvlJc w:val="left"/>
      <w:pPr>
        <w:tabs>
          <w:tab w:val="num" w:pos="336"/>
        </w:tabs>
        <w:ind w:left="336" w:hanging="336"/>
      </w:pPr>
      <w:rPr>
        <w:rFonts w:ascii="Arial" w:eastAsia="ＭＳ ゴシック" w:hAnsi="Arial"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336"/>
        </w:tabs>
        <w:ind w:left="336" w:hanging="336"/>
      </w:pPr>
      <w:rPr>
        <w:rFonts w:ascii="Arial" w:eastAsia="ＭＳ ゴシック" w:hAnsi="Arial"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336"/>
        </w:tabs>
        <w:ind w:left="336" w:hanging="336"/>
      </w:pPr>
      <w:rPr>
        <w:rFonts w:ascii="Arial" w:eastAsia="ＭＳ ゴシック" w:hAnsi="Arial" w:hint="eastAsia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oNotTrackMoves/>
  <w:defaultTabStop w:val="851"/>
  <w:drawingGridHorizontalSpacing w:val="90"/>
  <w:drawingGridVerticalSpacing w:val="36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D45"/>
    <w:rsid w:val="00010C6A"/>
    <w:rsid w:val="00017A67"/>
    <w:rsid w:val="0002765B"/>
    <w:rsid w:val="00044B54"/>
    <w:rsid w:val="00053FB5"/>
    <w:rsid w:val="000618AF"/>
    <w:rsid w:val="00066D92"/>
    <w:rsid w:val="00083A5C"/>
    <w:rsid w:val="000878EB"/>
    <w:rsid w:val="00090495"/>
    <w:rsid w:val="000A2978"/>
    <w:rsid w:val="000A3021"/>
    <w:rsid w:val="000B644B"/>
    <w:rsid w:val="000E0F0D"/>
    <w:rsid w:val="000F6849"/>
    <w:rsid w:val="000F7EB4"/>
    <w:rsid w:val="00106B37"/>
    <w:rsid w:val="0011062F"/>
    <w:rsid w:val="00110D45"/>
    <w:rsid w:val="001132E5"/>
    <w:rsid w:val="00127ABA"/>
    <w:rsid w:val="00137BCC"/>
    <w:rsid w:val="00157B1E"/>
    <w:rsid w:val="00164981"/>
    <w:rsid w:val="00165A49"/>
    <w:rsid w:val="00177D50"/>
    <w:rsid w:val="00181B35"/>
    <w:rsid w:val="001911EF"/>
    <w:rsid w:val="001A0E36"/>
    <w:rsid w:val="001B584E"/>
    <w:rsid w:val="001B772D"/>
    <w:rsid w:val="001C2F96"/>
    <w:rsid w:val="001D3C66"/>
    <w:rsid w:val="001D7E52"/>
    <w:rsid w:val="001F0D47"/>
    <w:rsid w:val="001F3FC5"/>
    <w:rsid w:val="0020335B"/>
    <w:rsid w:val="0020747F"/>
    <w:rsid w:val="002111DD"/>
    <w:rsid w:val="0021378D"/>
    <w:rsid w:val="00216D56"/>
    <w:rsid w:val="00220C87"/>
    <w:rsid w:val="00234788"/>
    <w:rsid w:val="002351CA"/>
    <w:rsid w:val="00243468"/>
    <w:rsid w:val="002452B6"/>
    <w:rsid w:val="00251982"/>
    <w:rsid w:val="002536DF"/>
    <w:rsid w:val="00254284"/>
    <w:rsid w:val="00263033"/>
    <w:rsid w:val="00265C94"/>
    <w:rsid w:val="00274152"/>
    <w:rsid w:val="00280A9A"/>
    <w:rsid w:val="00281AE3"/>
    <w:rsid w:val="002A10AE"/>
    <w:rsid w:val="002A350C"/>
    <w:rsid w:val="002A385B"/>
    <w:rsid w:val="002A5197"/>
    <w:rsid w:val="002B4472"/>
    <w:rsid w:val="002B46AB"/>
    <w:rsid w:val="002B60A9"/>
    <w:rsid w:val="002B7A40"/>
    <w:rsid w:val="002C53B2"/>
    <w:rsid w:val="002D279C"/>
    <w:rsid w:val="002D2AF3"/>
    <w:rsid w:val="002E02EF"/>
    <w:rsid w:val="002E19EC"/>
    <w:rsid w:val="002E5080"/>
    <w:rsid w:val="002E5D72"/>
    <w:rsid w:val="002F179D"/>
    <w:rsid w:val="002F6227"/>
    <w:rsid w:val="002F6CDD"/>
    <w:rsid w:val="0030011E"/>
    <w:rsid w:val="00303635"/>
    <w:rsid w:val="003038E5"/>
    <w:rsid w:val="00311357"/>
    <w:rsid w:val="00311A22"/>
    <w:rsid w:val="00325C1B"/>
    <w:rsid w:val="003273BF"/>
    <w:rsid w:val="0033379F"/>
    <w:rsid w:val="00342058"/>
    <w:rsid w:val="00347596"/>
    <w:rsid w:val="00350D9F"/>
    <w:rsid w:val="00363A93"/>
    <w:rsid w:val="00370E69"/>
    <w:rsid w:val="003711DA"/>
    <w:rsid w:val="00394DF2"/>
    <w:rsid w:val="003A6304"/>
    <w:rsid w:val="003B01E0"/>
    <w:rsid w:val="003B205A"/>
    <w:rsid w:val="003B4669"/>
    <w:rsid w:val="003C059C"/>
    <w:rsid w:val="003C46C7"/>
    <w:rsid w:val="003D04C1"/>
    <w:rsid w:val="003D3942"/>
    <w:rsid w:val="003D6953"/>
    <w:rsid w:val="003E1B7C"/>
    <w:rsid w:val="003E1D0E"/>
    <w:rsid w:val="003E3637"/>
    <w:rsid w:val="003E3D2F"/>
    <w:rsid w:val="003E4424"/>
    <w:rsid w:val="003E5435"/>
    <w:rsid w:val="003E763E"/>
    <w:rsid w:val="003E7BC3"/>
    <w:rsid w:val="003F141A"/>
    <w:rsid w:val="003F4805"/>
    <w:rsid w:val="00401DDF"/>
    <w:rsid w:val="00404228"/>
    <w:rsid w:val="00404B99"/>
    <w:rsid w:val="004144E6"/>
    <w:rsid w:val="004262A5"/>
    <w:rsid w:val="00426506"/>
    <w:rsid w:val="00436ED2"/>
    <w:rsid w:val="00452AAF"/>
    <w:rsid w:val="004572C8"/>
    <w:rsid w:val="00462D73"/>
    <w:rsid w:val="0046338C"/>
    <w:rsid w:val="00464DC1"/>
    <w:rsid w:val="0046594E"/>
    <w:rsid w:val="00473CE7"/>
    <w:rsid w:val="0048420F"/>
    <w:rsid w:val="004864F6"/>
    <w:rsid w:val="00486CFE"/>
    <w:rsid w:val="00491B44"/>
    <w:rsid w:val="00494723"/>
    <w:rsid w:val="004956A5"/>
    <w:rsid w:val="004962FE"/>
    <w:rsid w:val="004965A4"/>
    <w:rsid w:val="004A100C"/>
    <w:rsid w:val="004B2E13"/>
    <w:rsid w:val="004B6F2B"/>
    <w:rsid w:val="004D482E"/>
    <w:rsid w:val="004E0C51"/>
    <w:rsid w:val="004E4B2D"/>
    <w:rsid w:val="004E6A86"/>
    <w:rsid w:val="0051428A"/>
    <w:rsid w:val="00514911"/>
    <w:rsid w:val="005270EB"/>
    <w:rsid w:val="00531358"/>
    <w:rsid w:val="00536D1E"/>
    <w:rsid w:val="0054163A"/>
    <w:rsid w:val="00543A14"/>
    <w:rsid w:val="0056168D"/>
    <w:rsid w:val="00564B80"/>
    <w:rsid w:val="00572D95"/>
    <w:rsid w:val="0057356E"/>
    <w:rsid w:val="00590A35"/>
    <w:rsid w:val="00590D7B"/>
    <w:rsid w:val="00590F0D"/>
    <w:rsid w:val="0059328C"/>
    <w:rsid w:val="00594356"/>
    <w:rsid w:val="005A0668"/>
    <w:rsid w:val="005A3BDA"/>
    <w:rsid w:val="005A3DC4"/>
    <w:rsid w:val="005B57CA"/>
    <w:rsid w:val="005B7BFD"/>
    <w:rsid w:val="005C7709"/>
    <w:rsid w:val="005E2552"/>
    <w:rsid w:val="005E4B6F"/>
    <w:rsid w:val="005E7145"/>
    <w:rsid w:val="00600B12"/>
    <w:rsid w:val="00607101"/>
    <w:rsid w:val="00617C3F"/>
    <w:rsid w:val="00627160"/>
    <w:rsid w:val="0063082B"/>
    <w:rsid w:val="00631CBB"/>
    <w:rsid w:val="00631D1A"/>
    <w:rsid w:val="006432CF"/>
    <w:rsid w:val="00646BD2"/>
    <w:rsid w:val="006602AA"/>
    <w:rsid w:val="0066724B"/>
    <w:rsid w:val="00667D31"/>
    <w:rsid w:val="00671779"/>
    <w:rsid w:val="00671DC1"/>
    <w:rsid w:val="0068231F"/>
    <w:rsid w:val="006829D7"/>
    <w:rsid w:val="00685B60"/>
    <w:rsid w:val="006A2E5C"/>
    <w:rsid w:val="006B1A12"/>
    <w:rsid w:val="006B50D4"/>
    <w:rsid w:val="006B7962"/>
    <w:rsid w:val="006C0A95"/>
    <w:rsid w:val="006D1F82"/>
    <w:rsid w:val="006E2BE0"/>
    <w:rsid w:val="006F1725"/>
    <w:rsid w:val="006F1802"/>
    <w:rsid w:val="00700790"/>
    <w:rsid w:val="00704820"/>
    <w:rsid w:val="00705B8D"/>
    <w:rsid w:val="007100A8"/>
    <w:rsid w:val="00713651"/>
    <w:rsid w:val="00717ADE"/>
    <w:rsid w:val="00723F63"/>
    <w:rsid w:val="00732C91"/>
    <w:rsid w:val="007410FC"/>
    <w:rsid w:val="00741994"/>
    <w:rsid w:val="00745A91"/>
    <w:rsid w:val="007473C6"/>
    <w:rsid w:val="00750EA9"/>
    <w:rsid w:val="00752FE6"/>
    <w:rsid w:val="00754940"/>
    <w:rsid w:val="007633BC"/>
    <w:rsid w:val="00765E94"/>
    <w:rsid w:val="00771DCB"/>
    <w:rsid w:val="00773754"/>
    <w:rsid w:val="0077795A"/>
    <w:rsid w:val="00797644"/>
    <w:rsid w:val="007B2898"/>
    <w:rsid w:val="007B3589"/>
    <w:rsid w:val="007B37AF"/>
    <w:rsid w:val="007C04DA"/>
    <w:rsid w:val="007D0A8E"/>
    <w:rsid w:val="007D1DDE"/>
    <w:rsid w:val="007D495B"/>
    <w:rsid w:val="007D5221"/>
    <w:rsid w:val="007D599A"/>
    <w:rsid w:val="007E0778"/>
    <w:rsid w:val="007E0857"/>
    <w:rsid w:val="007F16D3"/>
    <w:rsid w:val="00801499"/>
    <w:rsid w:val="00807179"/>
    <w:rsid w:val="008127CC"/>
    <w:rsid w:val="00823161"/>
    <w:rsid w:val="0083191D"/>
    <w:rsid w:val="00834380"/>
    <w:rsid w:val="00847040"/>
    <w:rsid w:val="008505DB"/>
    <w:rsid w:val="00876E03"/>
    <w:rsid w:val="00882252"/>
    <w:rsid w:val="00893B06"/>
    <w:rsid w:val="008B645E"/>
    <w:rsid w:val="008B7EBD"/>
    <w:rsid w:val="008D4104"/>
    <w:rsid w:val="008E3D4C"/>
    <w:rsid w:val="008E6F85"/>
    <w:rsid w:val="008F05E3"/>
    <w:rsid w:val="008F218D"/>
    <w:rsid w:val="00902623"/>
    <w:rsid w:val="00904B86"/>
    <w:rsid w:val="00906586"/>
    <w:rsid w:val="00911F62"/>
    <w:rsid w:val="009228F3"/>
    <w:rsid w:val="0092332D"/>
    <w:rsid w:val="0092496D"/>
    <w:rsid w:val="00930859"/>
    <w:rsid w:val="00932246"/>
    <w:rsid w:val="00934232"/>
    <w:rsid w:val="00936DDD"/>
    <w:rsid w:val="00937EBA"/>
    <w:rsid w:val="00945569"/>
    <w:rsid w:val="00950E30"/>
    <w:rsid w:val="009510E2"/>
    <w:rsid w:val="00965AD4"/>
    <w:rsid w:val="00970E72"/>
    <w:rsid w:val="00980A84"/>
    <w:rsid w:val="0099390C"/>
    <w:rsid w:val="009956AA"/>
    <w:rsid w:val="00997C6C"/>
    <w:rsid w:val="009A769A"/>
    <w:rsid w:val="009C1638"/>
    <w:rsid w:val="009C2CD2"/>
    <w:rsid w:val="009D3CD9"/>
    <w:rsid w:val="009D4BE8"/>
    <w:rsid w:val="00A21FE5"/>
    <w:rsid w:val="00A42962"/>
    <w:rsid w:val="00A453D1"/>
    <w:rsid w:val="00A45826"/>
    <w:rsid w:val="00A510D1"/>
    <w:rsid w:val="00A54B87"/>
    <w:rsid w:val="00A55E02"/>
    <w:rsid w:val="00A57358"/>
    <w:rsid w:val="00A573D7"/>
    <w:rsid w:val="00A647FB"/>
    <w:rsid w:val="00A719F8"/>
    <w:rsid w:val="00A73911"/>
    <w:rsid w:val="00A92161"/>
    <w:rsid w:val="00A94B42"/>
    <w:rsid w:val="00AB1BD3"/>
    <w:rsid w:val="00AB2178"/>
    <w:rsid w:val="00AC1DD0"/>
    <w:rsid w:val="00AC4AE3"/>
    <w:rsid w:val="00AC4F4C"/>
    <w:rsid w:val="00AD702C"/>
    <w:rsid w:val="00AD7D86"/>
    <w:rsid w:val="00AE4FAA"/>
    <w:rsid w:val="00AE748C"/>
    <w:rsid w:val="00AF149D"/>
    <w:rsid w:val="00AF2E7D"/>
    <w:rsid w:val="00AF3637"/>
    <w:rsid w:val="00B14D43"/>
    <w:rsid w:val="00B14F41"/>
    <w:rsid w:val="00B55FE8"/>
    <w:rsid w:val="00B57569"/>
    <w:rsid w:val="00B644AF"/>
    <w:rsid w:val="00B64ECC"/>
    <w:rsid w:val="00B81047"/>
    <w:rsid w:val="00B90150"/>
    <w:rsid w:val="00B91163"/>
    <w:rsid w:val="00B934AB"/>
    <w:rsid w:val="00B95F24"/>
    <w:rsid w:val="00B9735B"/>
    <w:rsid w:val="00BA3DDD"/>
    <w:rsid w:val="00BA4399"/>
    <w:rsid w:val="00BB0A02"/>
    <w:rsid w:val="00BB4A21"/>
    <w:rsid w:val="00BC6D73"/>
    <w:rsid w:val="00BE4D14"/>
    <w:rsid w:val="00BF42AC"/>
    <w:rsid w:val="00C02149"/>
    <w:rsid w:val="00C15AD4"/>
    <w:rsid w:val="00C173BF"/>
    <w:rsid w:val="00C17C07"/>
    <w:rsid w:val="00C2429C"/>
    <w:rsid w:val="00C278A0"/>
    <w:rsid w:val="00C3248D"/>
    <w:rsid w:val="00C362ED"/>
    <w:rsid w:val="00C4297E"/>
    <w:rsid w:val="00C54637"/>
    <w:rsid w:val="00C737AF"/>
    <w:rsid w:val="00C75971"/>
    <w:rsid w:val="00C84EBC"/>
    <w:rsid w:val="00C9267B"/>
    <w:rsid w:val="00CA024E"/>
    <w:rsid w:val="00CC1191"/>
    <w:rsid w:val="00CC632A"/>
    <w:rsid w:val="00CC6A51"/>
    <w:rsid w:val="00CC6B43"/>
    <w:rsid w:val="00CD19FF"/>
    <w:rsid w:val="00CE6764"/>
    <w:rsid w:val="00CF2B53"/>
    <w:rsid w:val="00CF32D5"/>
    <w:rsid w:val="00CF7189"/>
    <w:rsid w:val="00D03DB7"/>
    <w:rsid w:val="00D15E61"/>
    <w:rsid w:val="00D20E0D"/>
    <w:rsid w:val="00D20FE7"/>
    <w:rsid w:val="00D301B1"/>
    <w:rsid w:val="00D304AE"/>
    <w:rsid w:val="00D41C60"/>
    <w:rsid w:val="00D428DA"/>
    <w:rsid w:val="00D522EE"/>
    <w:rsid w:val="00D55201"/>
    <w:rsid w:val="00D57B82"/>
    <w:rsid w:val="00D86910"/>
    <w:rsid w:val="00D96E4C"/>
    <w:rsid w:val="00DA2F08"/>
    <w:rsid w:val="00DA46ED"/>
    <w:rsid w:val="00DB0825"/>
    <w:rsid w:val="00DB0A53"/>
    <w:rsid w:val="00DB1BF9"/>
    <w:rsid w:val="00DB39F6"/>
    <w:rsid w:val="00DB45E4"/>
    <w:rsid w:val="00DC1EB3"/>
    <w:rsid w:val="00DC7D2A"/>
    <w:rsid w:val="00DD3AF9"/>
    <w:rsid w:val="00DD4A27"/>
    <w:rsid w:val="00DE402F"/>
    <w:rsid w:val="00DF6B11"/>
    <w:rsid w:val="00E01147"/>
    <w:rsid w:val="00E04BD4"/>
    <w:rsid w:val="00E10C66"/>
    <w:rsid w:val="00E142EB"/>
    <w:rsid w:val="00E158AB"/>
    <w:rsid w:val="00E20E2C"/>
    <w:rsid w:val="00E213FF"/>
    <w:rsid w:val="00E26A10"/>
    <w:rsid w:val="00E30B04"/>
    <w:rsid w:val="00E332CF"/>
    <w:rsid w:val="00E402EC"/>
    <w:rsid w:val="00E52499"/>
    <w:rsid w:val="00E53233"/>
    <w:rsid w:val="00E616B8"/>
    <w:rsid w:val="00E6343F"/>
    <w:rsid w:val="00E8133A"/>
    <w:rsid w:val="00E8627A"/>
    <w:rsid w:val="00E8773B"/>
    <w:rsid w:val="00E91251"/>
    <w:rsid w:val="00E92000"/>
    <w:rsid w:val="00E93A06"/>
    <w:rsid w:val="00EA0AFE"/>
    <w:rsid w:val="00EA5E91"/>
    <w:rsid w:val="00EB4129"/>
    <w:rsid w:val="00EB4169"/>
    <w:rsid w:val="00EB792A"/>
    <w:rsid w:val="00EC595D"/>
    <w:rsid w:val="00ED3445"/>
    <w:rsid w:val="00EE0DBA"/>
    <w:rsid w:val="00EE185A"/>
    <w:rsid w:val="00EE22D4"/>
    <w:rsid w:val="00EE34DD"/>
    <w:rsid w:val="00F167B0"/>
    <w:rsid w:val="00F168C7"/>
    <w:rsid w:val="00F248F2"/>
    <w:rsid w:val="00F26455"/>
    <w:rsid w:val="00F31E24"/>
    <w:rsid w:val="00F356EC"/>
    <w:rsid w:val="00F507AB"/>
    <w:rsid w:val="00F50CF7"/>
    <w:rsid w:val="00F5269C"/>
    <w:rsid w:val="00F5312A"/>
    <w:rsid w:val="00F76615"/>
    <w:rsid w:val="00F85BC8"/>
    <w:rsid w:val="00F87C35"/>
    <w:rsid w:val="00FA7CE8"/>
    <w:rsid w:val="00FB5FD8"/>
    <w:rsid w:val="00FB6082"/>
    <w:rsid w:val="00FC0F98"/>
    <w:rsid w:val="00FC250D"/>
    <w:rsid w:val="00FC2BC9"/>
    <w:rsid w:val="00FD6F51"/>
    <w:rsid w:val="00FE4822"/>
    <w:rsid w:val="00FE5E08"/>
    <w:rsid w:val="00FF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CC"/>
    <w:pPr>
      <w:widowControl w:val="0"/>
      <w:jc w:val="both"/>
    </w:pPr>
    <w:rPr>
      <w:rFonts w:ascii="Times New Roman" w:hAnsi="Times New Roman"/>
      <w:kern w:val="2"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8E3D4C"/>
    <w:rPr>
      <w:color w:val="0000FF"/>
      <w:u w:val="single"/>
    </w:rPr>
  </w:style>
  <w:style w:type="paragraph" w:customStyle="1" w:styleId="a6">
    <w:name w:val="講演番号"/>
    <w:basedOn w:val="a"/>
    <w:pPr>
      <w:jc w:val="left"/>
    </w:pPr>
    <w:rPr>
      <w:rFonts w:ascii="Arial" w:eastAsia="ＭＳ ゴシック" w:hAnsi="Arial"/>
      <w:caps/>
      <w:sz w:val="28"/>
    </w:rPr>
  </w:style>
  <w:style w:type="paragraph" w:customStyle="1" w:styleId="a7">
    <w:name w:val="講演会名称"/>
    <w:basedOn w:val="a"/>
    <w:pPr>
      <w:jc w:val="right"/>
    </w:pPr>
    <w:rPr>
      <w:rFonts w:ascii="Arial" w:eastAsia="ＭＳ ゴシック" w:hAnsi="Arial"/>
    </w:rPr>
  </w:style>
  <w:style w:type="paragraph" w:customStyle="1" w:styleId="a8">
    <w:name w:val="日本語タイトル"/>
    <w:basedOn w:val="a"/>
    <w:pPr>
      <w:jc w:val="center"/>
    </w:pPr>
    <w:rPr>
      <w:rFonts w:ascii="Arial" w:eastAsia="ＭＳ ゴシック" w:hAnsi="Arial"/>
      <w:sz w:val="28"/>
    </w:rPr>
  </w:style>
  <w:style w:type="paragraph" w:customStyle="1" w:styleId="a9">
    <w:name w:val="英語タイトル"/>
    <w:basedOn w:val="a8"/>
    <w:rPr>
      <w:rFonts w:ascii="Times New Roman" w:eastAsia="ＭＳ 明朝" w:hAnsi="Times New Roman"/>
      <w:sz w:val="24"/>
    </w:rPr>
  </w:style>
  <w:style w:type="paragraph" w:customStyle="1" w:styleId="aa">
    <w:name w:val="日本語著者名"/>
    <w:basedOn w:val="a"/>
    <w:pPr>
      <w:jc w:val="center"/>
    </w:pPr>
    <w:rPr>
      <w:sz w:val="20"/>
    </w:rPr>
  </w:style>
  <w:style w:type="paragraph" w:customStyle="1" w:styleId="ab">
    <w:name w:val="英語著者名"/>
    <w:basedOn w:val="aa"/>
    <w:rsid w:val="00E213FF"/>
    <w:pPr>
      <w:jc w:val="left"/>
    </w:pPr>
  </w:style>
  <w:style w:type="paragraph" w:customStyle="1" w:styleId="ac">
    <w:name w:val="キーワード"/>
    <w:basedOn w:val="a"/>
    <w:link w:val="Char"/>
    <w:rsid w:val="00E8133A"/>
    <w:pPr>
      <w:jc w:val="center"/>
    </w:pPr>
    <w:rPr>
      <w:i/>
    </w:rPr>
  </w:style>
  <w:style w:type="character" w:customStyle="1" w:styleId="Char">
    <w:name w:val="キーワード Char"/>
    <w:basedOn w:val="a0"/>
    <w:link w:val="ac"/>
    <w:rsid w:val="00E8133A"/>
    <w:rPr>
      <w:rFonts w:eastAsia="ＭＳ 明朝"/>
      <w:i/>
      <w:kern w:val="2"/>
      <w:sz w:val="18"/>
      <w:lang w:val="en-US" w:eastAsia="ja-JP" w:bidi="ar-SA"/>
    </w:rPr>
  </w:style>
  <w:style w:type="character" w:customStyle="1" w:styleId="ad">
    <w:name w:val="中見出し"/>
    <w:basedOn w:val="a0"/>
    <w:rsid w:val="00C02149"/>
    <w:rPr>
      <w:rFonts w:ascii="Arial" w:eastAsia="ＭＳ ゴシック" w:hAnsi="Arial"/>
      <w:b/>
      <w:dstrike w:val="0"/>
      <w:color w:val="auto"/>
      <w:spacing w:val="0"/>
      <w:w w:val="100"/>
      <w:position w:val="0"/>
      <w:sz w:val="18"/>
      <w:u w:val="none"/>
      <w:vertAlign w:val="baseline"/>
      <w:em w:val="none"/>
    </w:rPr>
  </w:style>
  <w:style w:type="table" w:styleId="ae">
    <w:name w:val="Table Grid"/>
    <w:basedOn w:val="a1"/>
    <w:rsid w:val="00F87C3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ate"/>
    <w:basedOn w:val="a"/>
    <w:next w:val="a"/>
    <w:rsid w:val="009C1638"/>
    <w:rPr>
      <w:sz w:val="20"/>
    </w:rPr>
  </w:style>
  <w:style w:type="paragraph" w:customStyle="1" w:styleId="TimesNewRoman">
    <w:name w:val="スタイル 大見出し + Times New Roman"/>
    <w:basedOn w:val="a"/>
    <w:link w:val="TimesNewRomanChar"/>
    <w:rsid w:val="00671779"/>
    <w:pPr>
      <w:jc w:val="left"/>
    </w:pPr>
    <w:rPr>
      <w:rFonts w:eastAsia="ＭＳ ゴシック"/>
      <w:sz w:val="20"/>
    </w:rPr>
  </w:style>
  <w:style w:type="character" w:customStyle="1" w:styleId="TimesNewRomanChar">
    <w:name w:val="スタイル 大見出し + Times New Roman Char"/>
    <w:basedOn w:val="a0"/>
    <w:link w:val="TimesNewRoman"/>
    <w:rsid w:val="00671779"/>
    <w:rPr>
      <w:rFonts w:ascii="Arial" w:eastAsia="ＭＳ ゴシック" w:hAnsi="Arial"/>
      <w:kern w:val="2"/>
      <w:sz w:val="18"/>
      <w:lang w:val="en-US" w:eastAsia="ja-JP" w:bidi="ar-SA"/>
    </w:rPr>
  </w:style>
  <w:style w:type="paragraph" w:customStyle="1" w:styleId="af0">
    <w:name w:val="スタイル 大見出し + 太字"/>
    <w:basedOn w:val="a"/>
    <w:rsid w:val="00671779"/>
    <w:pPr>
      <w:jc w:val="left"/>
    </w:pPr>
    <w:rPr>
      <w:rFonts w:ascii="Arial" w:eastAsia="ＭＳ ゴシック" w:hAnsi="Arial"/>
      <w:b/>
      <w:bCs/>
    </w:rPr>
  </w:style>
  <w:style w:type="paragraph" w:customStyle="1" w:styleId="TimesNewRoman0">
    <w:name w:val="スタイル 大見出し + Times New Roman 赤"/>
    <w:basedOn w:val="a"/>
    <w:link w:val="TimesNewRomanChar0"/>
    <w:rsid w:val="00671779"/>
    <w:pPr>
      <w:jc w:val="left"/>
    </w:pPr>
    <w:rPr>
      <w:rFonts w:eastAsia="ＭＳ ゴシック"/>
      <w:color w:val="FF0000"/>
      <w:sz w:val="20"/>
    </w:rPr>
  </w:style>
  <w:style w:type="character" w:customStyle="1" w:styleId="TimesNewRomanChar0">
    <w:name w:val="スタイル 大見出し + Times New Roman 赤 Char"/>
    <w:basedOn w:val="a0"/>
    <w:link w:val="TimesNewRoman0"/>
    <w:rsid w:val="00671779"/>
    <w:rPr>
      <w:rFonts w:ascii="Arial" w:eastAsia="ＭＳ ゴシック" w:hAnsi="Arial"/>
      <w:color w:val="FF0000"/>
      <w:kern w:val="2"/>
      <w:sz w:val="18"/>
      <w:lang w:val="en-US" w:eastAsia="ja-JP" w:bidi="ar-SA"/>
    </w:rPr>
  </w:style>
  <w:style w:type="paragraph" w:customStyle="1" w:styleId="af1">
    <w:name w:val="図表"/>
    <w:basedOn w:val="a"/>
    <w:rsid w:val="00426506"/>
    <w:pPr>
      <w:jc w:val="center"/>
    </w:pPr>
    <w:rPr>
      <w:rFonts w:cs="ＭＳ 明朝"/>
    </w:rPr>
  </w:style>
  <w:style w:type="paragraph" w:customStyle="1" w:styleId="af2">
    <w:name w:val="スタイル キーワード + 太字 斜体 (なし)"/>
    <w:basedOn w:val="ac"/>
    <w:link w:val="Char0"/>
    <w:rsid w:val="00E8133A"/>
    <w:rPr>
      <w:b/>
      <w:bCs/>
      <w:i w:val="0"/>
    </w:rPr>
  </w:style>
  <w:style w:type="character" w:customStyle="1" w:styleId="Char0">
    <w:name w:val="スタイル キーワード + 太字 斜体 (なし) Char"/>
    <w:basedOn w:val="Char"/>
    <w:link w:val="af2"/>
    <w:rsid w:val="00E8133A"/>
    <w:rPr>
      <w:b/>
      <w:bCs/>
    </w:rPr>
  </w:style>
  <w:style w:type="paragraph" w:customStyle="1" w:styleId="af3">
    <w:name w:val="抄録"/>
    <w:basedOn w:val="af4"/>
    <w:link w:val="Char1"/>
    <w:autoRedefine/>
    <w:rsid w:val="00D15E61"/>
    <w:pPr>
      <w:ind w:firstLineChars="200" w:firstLine="400"/>
    </w:pPr>
  </w:style>
  <w:style w:type="paragraph" w:styleId="af4">
    <w:name w:val="Body Text"/>
    <w:basedOn w:val="a"/>
    <w:rsid w:val="004262A5"/>
  </w:style>
  <w:style w:type="character" w:customStyle="1" w:styleId="Char1">
    <w:name w:val="抄録 Char"/>
    <w:basedOn w:val="a0"/>
    <w:link w:val="af3"/>
    <w:rsid w:val="00671779"/>
    <w:rPr>
      <w:rFonts w:eastAsia="ＭＳ 明朝"/>
      <w:kern w:val="2"/>
      <w:sz w:val="18"/>
      <w:lang w:val="en-US" w:eastAsia="ja-JP" w:bidi="ar-SA"/>
    </w:rPr>
  </w:style>
  <w:style w:type="paragraph" w:customStyle="1" w:styleId="af5">
    <w:name w:val="抄録見出し"/>
    <w:basedOn w:val="a"/>
    <w:link w:val="Char2"/>
    <w:rsid w:val="00D15E61"/>
    <w:pPr>
      <w:ind w:leftChars="180" w:left="360" w:rightChars="197" w:right="394"/>
    </w:pPr>
    <w:rPr>
      <w:b/>
    </w:rPr>
  </w:style>
  <w:style w:type="character" w:customStyle="1" w:styleId="Char2">
    <w:name w:val="抄録見出し Char"/>
    <w:basedOn w:val="a0"/>
    <w:link w:val="af5"/>
    <w:rsid w:val="00671779"/>
    <w:rPr>
      <w:rFonts w:eastAsia="ＭＳ 明朝"/>
      <w:b/>
      <w:kern w:val="2"/>
      <w:sz w:val="18"/>
      <w:lang w:val="en-US" w:eastAsia="ja-JP" w:bidi="ar-SA"/>
    </w:rPr>
  </w:style>
  <w:style w:type="paragraph" w:customStyle="1" w:styleId="TimesNewRoman1">
    <w:name w:val="スタイル 抄録見出し + (英数字) Times New Roman (日) ＭＳ 明朝"/>
    <w:basedOn w:val="af5"/>
    <w:link w:val="TimesNewRomanChar1"/>
    <w:rsid w:val="00A573D7"/>
    <w:rPr>
      <w:bCs/>
    </w:rPr>
  </w:style>
  <w:style w:type="character" w:customStyle="1" w:styleId="TimesNewRomanChar1">
    <w:name w:val="スタイル 抄録見出し + (英数字) Times New Roman (日) ＭＳ 明朝 Char"/>
    <w:basedOn w:val="Char2"/>
    <w:link w:val="TimesNewRoman1"/>
    <w:rsid w:val="00A573D7"/>
    <w:rPr>
      <w:rFonts w:eastAsia="ＭＳ 明朝"/>
      <w:bCs/>
    </w:rPr>
  </w:style>
  <w:style w:type="paragraph" w:customStyle="1" w:styleId="TimesNewRoman10">
    <w:name w:val="スタイル 抄録見出し + (英数字) Times New Roman (日) ＭＳ 明朝1"/>
    <w:basedOn w:val="af5"/>
    <w:link w:val="TimesNewRoman1Char"/>
    <w:rsid w:val="00A573D7"/>
    <w:rPr>
      <w:b w:val="0"/>
      <w:bCs/>
    </w:rPr>
  </w:style>
  <w:style w:type="character" w:customStyle="1" w:styleId="TimesNewRoman1Char">
    <w:name w:val="スタイル 抄録見出し + (英数字) Times New Roman (日) ＭＳ 明朝1 Char"/>
    <w:basedOn w:val="Char2"/>
    <w:link w:val="TimesNewRoman10"/>
    <w:rsid w:val="00A573D7"/>
    <w:rPr>
      <w:b/>
      <w:bCs/>
    </w:rPr>
  </w:style>
  <w:style w:type="paragraph" w:customStyle="1" w:styleId="af6">
    <w:name w:val="スタイル 抄録 +"/>
    <w:basedOn w:val="af3"/>
    <w:link w:val="Char3"/>
    <w:rsid w:val="00FB5FD8"/>
  </w:style>
  <w:style w:type="character" w:customStyle="1" w:styleId="Char3">
    <w:name w:val="スタイル 抄録 + Char"/>
    <w:basedOn w:val="Char1"/>
    <w:link w:val="af6"/>
    <w:rsid w:val="00FB5F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jsme.or.jp/conrul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kai_lab\MOVIC2011\movic2011-template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movic2011-template.dot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第１０回「運動と振動の制御」シンポジウム講演論文の書き方</vt:lpstr>
    </vt:vector>
  </TitlesOfParts>
  <Manager>小林 健一</Manager>
  <Company>明治大学　理工学部</Company>
  <LinksUpToDate>false</LinksUpToDate>
  <CharactersWithSpaces>926</CharactersWithSpaces>
  <SharedDoc>false</SharedDoc>
  <HLinks>
    <vt:vector size="6" baseType="variant">
      <vt:variant>
        <vt:i4>1441821</vt:i4>
      </vt:variant>
      <vt:variant>
        <vt:i4>0</vt:i4>
      </vt:variant>
      <vt:variant>
        <vt:i4>0</vt:i4>
      </vt:variant>
      <vt:variant>
        <vt:i4>5</vt:i4>
      </vt:variant>
      <vt:variant>
        <vt:lpwstr>http://www.jsme.or.jp/conrule.htm</vt:lpwstr>
      </vt:variant>
      <vt:variant>
        <vt:lpwstr>kakikata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第１０回「運動と振動の制御」シンポジウム講演論文の書き方</dc:title>
  <dc:creator>t071063</dc:creator>
  <cp:lastModifiedBy>t071063</cp:lastModifiedBy>
  <cp:revision>1</cp:revision>
  <cp:lastPrinted>2007-03-17T09:45:00Z</cp:lastPrinted>
  <dcterms:created xsi:type="dcterms:W3CDTF">2010-12-24T05:39:00Z</dcterms:created>
  <dcterms:modified xsi:type="dcterms:W3CDTF">2010-12-24T05:40:00Z</dcterms:modified>
</cp:coreProperties>
</file>